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D572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D572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D572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D572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8D5723" w:rsidRDefault="00451003" w:rsidP="008D5723">
    <w:pPr>
      <w:pStyle w:val="Header"/>
      <w:jc w:val="right"/>
      <w:rPr>
        <w:i/>
        <w:szCs w:val="24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8D5723">
      <w:rPr>
        <w:i/>
        <w:szCs w:val="24"/>
      </w:rPr>
      <w:t>10022395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D5723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0CE7EE2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3A6CD-B956-45D7-ADE5-2180F4A7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2021-11-02T07:24:00Z</dcterms:created>
  <dcterms:modified xsi:type="dcterms:W3CDTF">2021-11-02T07:24:00Z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